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548" w:rsidRPr="00EB4345" w:rsidRDefault="00224548" w:rsidP="006E1543">
      <w:pPr>
        <w:widowControl w:val="0"/>
        <w:tabs>
          <w:tab w:val="left" w:pos="0"/>
        </w:tabs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EB4345">
        <w:rPr>
          <w:sz w:val="28"/>
          <w:szCs w:val="28"/>
        </w:rPr>
        <w:t xml:space="preserve">В рабочую группу по подготовке и </w:t>
      </w:r>
    </w:p>
    <w:p w:rsidR="00224548" w:rsidRPr="00EB4345" w:rsidRDefault="00224548" w:rsidP="006E1543">
      <w:pPr>
        <w:widowControl w:val="0"/>
        <w:tabs>
          <w:tab w:val="left" w:pos="0"/>
        </w:tabs>
        <w:rPr>
          <w:sz w:val="28"/>
          <w:szCs w:val="28"/>
        </w:rPr>
      </w:pP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  <w:t xml:space="preserve">проведению публичных слушаний, </w:t>
      </w:r>
    </w:p>
    <w:p w:rsidR="00224548" w:rsidRPr="00EB4345" w:rsidRDefault="00224548" w:rsidP="006E1543">
      <w:pPr>
        <w:widowControl w:val="0"/>
        <w:tabs>
          <w:tab w:val="left" w:pos="0"/>
        </w:tabs>
        <w:rPr>
          <w:sz w:val="28"/>
          <w:szCs w:val="28"/>
        </w:rPr>
      </w:pP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  <w:t xml:space="preserve">назначенных Решением Воткинской </w:t>
      </w:r>
    </w:p>
    <w:p w:rsidR="00224548" w:rsidRPr="00EB4345" w:rsidRDefault="00224548" w:rsidP="006E1543">
      <w:pPr>
        <w:widowControl w:val="0"/>
        <w:tabs>
          <w:tab w:val="left" w:pos="0"/>
        </w:tabs>
        <w:rPr>
          <w:sz w:val="28"/>
          <w:szCs w:val="28"/>
        </w:rPr>
      </w:pP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  <w:t>городской Думы от 26 июня 2019 года</w:t>
      </w:r>
    </w:p>
    <w:p w:rsidR="00224548" w:rsidRPr="00EB4345" w:rsidRDefault="00224548" w:rsidP="006E1543">
      <w:pPr>
        <w:widowControl w:val="0"/>
        <w:tabs>
          <w:tab w:val="left" w:pos="0"/>
        </w:tabs>
        <w:rPr>
          <w:sz w:val="28"/>
          <w:szCs w:val="28"/>
        </w:rPr>
      </w:pP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</w:r>
      <w:r w:rsidRPr="00EB4345">
        <w:rPr>
          <w:sz w:val="28"/>
          <w:szCs w:val="28"/>
        </w:rPr>
        <w:tab/>
        <w:t>№ 420-РП</w:t>
      </w:r>
    </w:p>
    <w:p w:rsidR="00224548" w:rsidRPr="00EB4345" w:rsidRDefault="00224548" w:rsidP="006E1543">
      <w:pPr>
        <w:widowControl w:val="0"/>
        <w:tabs>
          <w:tab w:val="left" w:pos="6804"/>
        </w:tabs>
        <w:ind w:firstLine="709"/>
        <w:jc w:val="center"/>
        <w:rPr>
          <w:b/>
          <w:bCs/>
          <w:sz w:val="28"/>
          <w:szCs w:val="28"/>
        </w:rPr>
      </w:pPr>
    </w:p>
    <w:p w:rsidR="00224548" w:rsidRPr="00EB4345" w:rsidRDefault="00224548" w:rsidP="00661054">
      <w:pPr>
        <w:jc w:val="both"/>
        <w:rPr>
          <w:sz w:val="28"/>
          <w:szCs w:val="28"/>
        </w:rPr>
      </w:pPr>
      <w:r w:rsidRPr="00EB4345">
        <w:rPr>
          <w:b/>
          <w:bCs/>
          <w:sz w:val="28"/>
          <w:szCs w:val="28"/>
        </w:rPr>
        <w:tab/>
      </w:r>
      <w:r w:rsidRPr="00EB4345">
        <w:rPr>
          <w:sz w:val="28"/>
          <w:szCs w:val="28"/>
        </w:rPr>
        <w:t>Решением Воткинской городской Думы от 26 июня 2019 года № 427-РН были утверждены изменения в Положение «Об органе Администрации города Воткинска с правами юридического лица «Управление культуры, спорта и молодежной политики Администрации города Воткинска», в том числе часть 2 статьи 5 была изложена в следующей редакции:</w:t>
      </w:r>
    </w:p>
    <w:p w:rsidR="00224548" w:rsidRPr="00EB4345" w:rsidRDefault="00224548" w:rsidP="00661054">
      <w:pPr>
        <w:ind w:firstLine="709"/>
        <w:jc w:val="both"/>
        <w:rPr>
          <w:sz w:val="28"/>
          <w:szCs w:val="28"/>
        </w:rPr>
      </w:pPr>
      <w:r w:rsidRPr="00EB4345">
        <w:rPr>
          <w:sz w:val="28"/>
          <w:szCs w:val="28"/>
        </w:rPr>
        <w:t>«2. Структурные подразделения Управления осуществляют свою деятельность на основании положений о структурных подразделениях Управления, утверждаемых начальником Управления.».</w:t>
      </w:r>
    </w:p>
    <w:p w:rsidR="00224548" w:rsidRPr="00EB4345" w:rsidRDefault="00224548" w:rsidP="00661054">
      <w:pPr>
        <w:ind w:firstLine="709"/>
        <w:jc w:val="both"/>
        <w:rPr>
          <w:sz w:val="28"/>
          <w:szCs w:val="28"/>
        </w:rPr>
      </w:pPr>
      <w:r w:rsidRPr="00EB4345">
        <w:rPr>
          <w:sz w:val="28"/>
          <w:szCs w:val="28"/>
        </w:rPr>
        <w:t xml:space="preserve">Аналогичная норма присутствует в Положении об управлении жилищно-коммунального хозяйства. При этом в положениях об управлении финансов и об управлении образования утверждение положений о структурных подразделениях соответствующего управления отнесено к полномочиям Главы муниципального образования «Город Воткинск». Данный вопрос никак не регламентируется положением об управлении капитального строительства.  </w:t>
      </w:r>
    </w:p>
    <w:p w:rsidR="00224548" w:rsidRPr="00EB4345" w:rsidRDefault="00224548" w:rsidP="00661054">
      <w:pPr>
        <w:ind w:firstLine="709"/>
        <w:jc w:val="both"/>
        <w:rPr>
          <w:sz w:val="28"/>
          <w:szCs w:val="28"/>
        </w:rPr>
      </w:pPr>
      <w:r w:rsidRPr="00EB4345">
        <w:rPr>
          <w:sz w:val="28"/>
          <w:szCs w:val="28"/>
        </w:rPr>
        <w:t>При этом пунктом 10 статьи 45.1 Устава муниципального образования «Город Воткинск» к полномочиям Главы муниципального образования «Город Воткинск по руководству и организации работы Администрации города Воткинска (полномочия главы Администрации города Воткинска) отнесено утверждение положений о структурных подразделениях Администрации города Воткинска, должностных инструкций работников Администрации города Воткинска.</w:t>
      </w:r>
    </w:p>
    <w:p w:rsidR="00224548" w:rsidRPr="00EB4345" w:rsidRDefault="00224548" w:rsidP="003A553D">
      <w:pPr>
        <w:jc w:val="both"/>
        <w:rPr>
          <w:sz w:val="28"/>
          <w:szCs w:val="28"/>
        </w:rPr>
      </w:pPr>
      <w:r w:rsidRPr="00EB4345">
        <w:rPr>
          <w:sz w:val="28"/>
          <w:szCs w:val="28"/>
        </w:rPr>
        <w:tab/>
        <w:t>Для исключения возможных противоречий в части регулирования вопроса по утверждению положений о соответствующих секторах, отделах и иных подразделениях входящих в состав структурных подразделений (органов) Администрации города Воткин</w:t>
      </w:r>
      <w:bookmarkStart w:id="0" w:name="_GoBack"/>
      <w:bookmarkEnd w:id="0"/>
      <w:r w:rsidRPr="00EB4345">
        <w:rPr>
          <w:sz w:val="28"/>
          <w:szCs w:val="28"/>
        </w:rPr>
        <w:t>ска предлагается внести в Устав муниципального образования «Город Воткинск» следующие изменения:</w:t>
      </w:r>
    </w:p>
    <w:p w:rsidR="00224548" w:rsidRPr="00EB4345" w:rsidRDefault="00224548" w:rsidP="003A553D">
      <w:pPr>
        <w:jc w:val="both"/>
        <w:rPr>
          <w:sz w:val="28"/>
          <w:szCs w:val="28"/>
        </w:rPr>
      </w:pPr>
      <w:r w:rsidRPr="00EB4345">
        <w:rPr>
          <w:sz w:val="28"/>
          <w:szCs w:val="28"/>
        </w:rPr>
        <w:tab/>
        <w:t>1) в статье 45.1:</w:t>
      </w:r>
    </w:p>
    <w:p w:rsidR="00224548" w:rsidRPr="00EB4345" w:rsidRDefault="00224548" w:rsidP="003A553D">
      <w:pPr>
        <w:jc w:val="both"/>
        <w:rPr>
          <w:sz w:val="28"/>
          <w:szCs w:val="28"/>
        </w:rPr>
      </w:pPr>
      <w:r w:rsidRPr="00EB4345">
        <w:rPr>
          <w:sz w:val="28"/>
          <w:szCs w:val="28"/>
        </w:rPr>
        <w:tab/>
        <w:t>а) пункт 10 изложить в следующей редакции:</w:t>
      </w:r>
    </w:p>
    <w:p w:rsidR="00224548" w:rsidRPr="00EB4345" w:rsidRDefault="00224548" w:rsidP="00285E34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B4345">
        <w:rPr>
          <w:sz w:val="28"/>
          <w:szCs w:val="28"/>
        </w:rPr>
        <w:t>10) утверждает положения о структурных подразделениях Администрации города Воткинска;»;</w:t>
      </w:r>
    </w:p>
    <w:p w:rsidR="00224548" w:rsidRPr="00EB4345" w:rsidRDefault="00224548" w:rsidP="00285E34">
      <w:pPr>
        <w:tabs>
          <w:tab w:val="left" w:pos="720"/>
        </w:tabs>
        <w:jc w:val="both"/>
        <w:rPr>
          <w:sz w:val="28"/>
          <w:szCs w:val="28"/>
        </w:rPr>
      </w:pPr>
      <w:r w:rsidRPr="00EB4345">
        <w:rPr>
          <w:sz w:val="28"/>
          <w:szCs w:val="28"/>
        </w:rPr>
        <w:tab/>
        <w:t>б) дополнить пунктом 10.1 следующего содержания:</w:t>
      </w:r>
    </w:p>
    <w:p w:rsidR="00224548" w:rsidRPr="00EB4345" w:rsidRDefault="00224548" w:rsidP="001203F4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B4345">
        <w:rPr>
          <w:sz w:val="28"/>
          <w:szCs w:val="28"/>
        </w:rPr>
        <w:t>«10.1) утверждает должностные инструкции работников Администрации города Воткинска;».</w:t>
      </w:r>
    </w:p>
    <w:p w:rsidR="00224548" w:rsidRPr="00EB4345" w:rsidRDefault="00224548" w:rsidP="00285E34">
      <w:pPr>
        <w:ind w:firstLine="720"/>
        <w:jc w:val="both"/>
        <w:rPr>
          <w:sz w:val="28"/>
          <w:szCs w:val="28"/>
        </w:rPr>
      </w:pPr>
      <w:r w:rsidRPr="00EB4345">
        <w:rPr>
          <w:sz w:val="28"/>
          <w:szCs w:val="28"/>
        </w:rPr>
        <w:t>2) часть 6 статьи 48 изложить в следующей редакции:</w:t>
      </w:r>
    </w:p>
    <w:p w:rsidR="00224548" w:rsidRDefault="00224548" w:rsidP="00285E34">
      <w:pPr>
        <w:ind w:firstLine="720"/>
        <w:jc w:val="both"/>
        <w:rPr>
          <w:sz w:val="28"/>
          <w:szCs w:val="28"/>
        </w:rPr>
      </w:pPr>
      <w:r w:rsidRPr="00EB4345">
        <w:rPr>
          <w:sz w:val="28"/>
          <w:szCs w:val="28"/>
        </w:rPr>
        <w:t>«6. Функции и полномочия структурных подразделений (органов) Администрации города</w:t>
      </w:r>
      <w:r>
        <w:rPr>
          <w:sz w:val="28"/>
          <w:szCs w:val="28"/>
        </w:rPr>
        <w:t xml:space="preserve"> Воткинска</w:t>
      </w:r>
      <w:r w:rsidRPr="00EB4345">
        <w:rPr>
          <w:sz w:val="28"/>
          <w:szCs w:val="28"/>
        </w:rPr>
        <w:t>, организация и порядок их деятельности, а также порядок формирования внутренней структуры каждого из этих структурных подразделений (органов) и утверждения положений о каждом из них  определяются Положениями о структурных подразделениях (органах) Администрации города</w:t>
      </w:r>
      <w:r>
        <w:rPr>
          <w:sz w:val="28"/>
          <w:szCs w:val="28"/>
        </w:rPr>
        <w:t xml:space="preserve"> Воткинска</w:t>
      </w:r>
      <w:r w:rsidRPr="00EB4345">
        <w:rPr>
          <w:sz w:val="28"/>
          <w:szCs w:val="28"/>
        </w:rPr>
        <w:t xml:space="preserve"> утверждаемыми в порядке, установленном настоящим Уставом.».</w:t>
      </w:r>
    </w:p>
    <w:p w:rsidR="00224548" w:rsidRDefault="00224548" w:rsidP="00285E34">
      <w:pPr>
        <w:ind w:firstLine="720"/>
        <w:jc w:val="both"/>
        <w:rPr>
          <w:sz w:val="28"/>
          <w:szCs w:val="28"/>
        </w:rPr>
      </w:pPr>
    </w:p>
    <w:p w:rsidR="00224548" w:rsidRPr="00E43974" w:rsidRDefault="00224548" w:rsidP="00E43974">
      <w:pPr>
        <w:ind w:firstLine="720"/>
        <w:jc w:val="right"/>
        <w:rPr>
          <w:b/>
          <w:bCs/>
          <w:sz w:val="28"/>
          <w:szCs w:val="28"/>
        </w:rPr>
      </w:pPr>
      <w:r w:rsidRPr="00E43974">
        <w:rPr>
          <w:b/>
          <w:bCs/>
          <w:sz w:val="28"/>
          <w:szCs w:val="28"/>
        </w:rPr>
        <w:t>Участник публичных слушаний</w:t>
      </w:r>
    </w:p>
    <w:p w:rsidR="00224548" w:rsidRPr="00E43974" w:rsidRDefault="00224548" w:rsidP="00E43974">
      <w:pPr>
        <w:ind w:firstLine="720"/>
        <w:jc w:val="right"/>
        <w:rPr>
          <w:b/>
          <w:bCs/>
          <w:sz w:val="28"/>
          <w:szCs w:val="28"/>
        </w:rPr>
      </w:pPr>
      <w:r w:rsidRPr="00E43974">
        <w:rPr>
          <w:b/>
          <w:bCs/>
          <w:sz w:val="28"/>
          <w:szCs w:val="28"/>
        </w:rPr>
        <w:t>17.07.2019</w:t>
      </w:r>
    </w:p>
    <w:p w:rsidR="00224548" w:rsidRPr="00EB4345" w:rsidRDefault="00224548" w:rsidP="00285E34">
      <w:pPr>
        <w:ind w:firstLine="720"/>
        <w:jc w:val="both"/>
        <w:rPr>
          <w:sz w:val="28"/>
          <w:szCs w:val="28"/>
        </w:rPr>
      </w:pPr>
    </w:p>
    <w:sectPr w:rsidR="00224548" w:rsidRPr="00EB4345" w:rsidSect="008B5D44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543"/>
    <w:rsid w:val="00046A54"/>
    <w:rsid w:val="00050838"/>
    <w:rsid w:val="0007204B"/>
    <w:rsid w:val="001203F4"/>
    <w:rsid w:val="0013162F"/>
    <w:rsid w:val="00196B23"/>
    <w:rsid w:val="00224548"/>
    <w:rsid w:val="00285E34"/>
    <w:rsid w:val="003A553D"/>
    <w:rsid w:val="003F18DF"/>
    <w:rsid w:val="005B7720"/>
    <w:rsid w:val="00661054"/>
    <w:rsid w:val="006E1543"/>
    <w:rsid w:val="00720F3D"/>
    <w:rsid w:val="00837174"/>
    <w:rsid w:val="00894B14"/>
    <w:rsid w:val="008B5D44"/>
    <w:rsid w:val="00927E78"/>
    <w:rsid w:val="00AA7A30"/>
    <w:rsid w:val="00AB4561"/>
    <w:rsid w:val="00AD2CAA"/>
    <w:rsid w:val="00B03C9F"/>
    <w:rsid w:val="00B3267E"/>
    <w:rsid w:val="00BA6FA5"/>
    <w:rsid w:val="00D631B2"/>
    <w:rsid w:val="00E43974"/>
    <w:rsid w:val="00EB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E15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317</TotalTime>
  <Pages>2</Pages>
  <Words>394</Words>
  <Characters>2251</Characters>
  <Application>Microsoft Office Outlook</Application>
  <DocSecurity>0</DocSecurity>
  <Lines>0</Lines>
  <Paragraphs>0</Paragraphs>
  <ScaleCrop>false</ScaleCrop>
  <Company>Воткинская городская Дума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 Святослав Викторович</dc:creator>
  <cp:keywords/>
  <dc:description/>
  <cp:lastModifiedBy>Татьяна</cp:lastModifiedBy>
  <cp:revision>5</cp:revision>
  <cp:lastPrinted>2019-07-19T07:09:00Z</cp:lastPrinted>
  <dcterms:created xsi:type="dcterms:W3CDTF">2019-07-02T05:16:00Z</dcterms:created>
  <dcterms:modified xsi:type="dcterms:W3CDTF">2019-07-19T07:09:00Z</dcterms:modified>
</cp:coreProperties>
</file>